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8E0" w:rsidRPr="003E41DE" w:rsidRDefault="003E18E0" w:rsidP="003E18E0">
      <w:pPr>
        <w:spacing w:after="0" w:line="240" w:lineRule="auto"/>
        <w:jc w:val="center"/>
        <w:rPr>
          <w:rFonts w:ascii="Arial" w:eastAsia="Times New Roman" w:hAnsi="Arial" w:cs="Arial"/>
          <w:b/>
          <w:sz w:val="48"/>
          <w:szCs w:val="42"/>
          <w:u w:val="single"/>
          <w:lang w:eastAsia="en-GB"/>
        </w:rPr>
      </w:pPr>
      <w:r w:rsidRPr="003E41DE">
        <w:rPr>
          <w:rFonts w:ascii="Arial" w:eastAsia="Times New Roman" w:hAnsi="Arial" w:cs="Arial"/>
          <w:b/>
          <w:sz w:val="48"/>
          <w:szCs w:val="42"/>
          <w:u w:val="single"/>
          <w:lang w:eastAsia="en-GB"/>
        </w:rPr>
        <w:t>Elf / Fairy costume</w:t>
      </w:r>
    </w:p>
    <w:p w:rsidR="003E18E0" w:rsidRDefault="003E18E0" w:rsidP="003E18E0">
      <w:pPr>
        <w:spacing w:after="0" w:line="240" w:lineRule="auto"/>
        <w:rPr>
          <w:rFonts w:ascii="Arial" w:eastAsia="Times New Roman" w:hAnsi="Arial" w:cs="Arial"/>
          <w:sz w:val="42"/>
          <w:szCs w:val="42"/>
          <w:lang w:eastAsia="en-GB"/>
        </w:rPr>
      </w:pPr>
    </w:p>
    <w:p w:rsidR="003E18E0" w:rsidRPr="003E41DE" w:rsidRDefault="003E18E0" w:rsidP="003E1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E41DE">
        <w:rPr>
          <w:rFonts w:ascii="Arial" w:eastAsia="Times New Roman" w:hAnsi="Arial" w:cs="Arial"/>
          <w:sz w:val="42"/>
          <w:szCs w:val="42"/>
          <w:lang w:eastAsia="en-GB"/>
        </w:rPr>
        <w:t>Can you design an outfit for a fairy or an elf from things you can find at the Plantation Garden?</w:t>
      </w:r>
    </w:p>
    <w:p w:rsidR="003E18E0" w:rsidRPr="003E41DE" w:rsidRDefault="003E18E0" w:rsidP="003E18E0">
      <w:pPr>
        <w:spacing w:after="0" w:line="240" w:lineRule="auto"/>
        <w:rPr>
          <w:rFonts w:ascii="Arial" w:eastAsia="Times New Roman" w:hAnsi="Arial" w:cs="Arial"/>
          <w:sz w:val="42"/>
          <w:szCs w:val="42"/>
          <w:lang w:eastAsia="en-GB"/>
        </w:rPr>
      </w:pPr>
    </w:p>
    <w:p w:rsidR="003E18E0" w:rsidRPr="003E41DE" w:rsidRDefault="003E18E0" w:rsidP="003E1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E41DE">
        <w:rPr>
          <w:rFonts w:ascii="Arial" w:eastAsia="Times New Roman" w:hAnsi="Arial" w:cs="Arial"/>
          <w:sz w:val="42"/>
          <w:szCs w:val="42"/>
          <w:lang w:eastAsia="en-GB"/>
        </w:rPr>
        <w:t>What would a fairy use as a hat or a dress? What other objects could they use? What would they use them for?</w:t>
      </w:r>
    </w:p>
    <w:p w:rsidR="003E18E0" w:rsidRPr="003E41DE" w:rsidRDefault="003E18E0" w:rsidP="003E18E0">
      <w:pPr>
        <w:spacing w:after="0" w:line="240" w:lineRule="auto"/>
        <w:rPr>
          <w:rFonts w:ascii="Arial" w:eastAsia="Times New Roman" w:hAnsi="Arial" w:cs="Arial"/>
          <w:sz w:val="42"/>
          <w:szCs w:val="42"/>
          <w:lang w:eastAsia="en-GB"/>
        </w:rPr>
      </w:pPr>
    </w:p>
    <w:p w:rsidR="004709F0" w:rsidRDefault="003E18E0" w:rsidP="00A01DDD">
      <w:r w:rsidRPr="003E41DE">
        <w:rPr>
          <w:rFonts w:ascii="Arial" w:eastAsia="Times New Roman" w:hAnsi="Arial" w:cs="Arial"/>
          <w:sz w:val="42"/>
          <w:szCs w:val="42"/>
          <w:lang w:eastAsia="en-GB"/>
        </w:rPr>
        <w:t>What about an elf warrior? What would they use for a sword and shield? What would be their armour? How would they camouflage?</w:t>
      </w:r>
    </w:p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A01DDD" w:rsidRDefault="00A01DDD" w:rsidP="00A01DDD"/>
    <w:p w:rsidR="004709F0" w:rsidRDefault="004709F0" w:rsidP="00925567">
      <w:pPr>
        <w:spacing w:after="0"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4709F0" w:rsidRDefault="004709F0" w:rsidP="009255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D49D6" w:rsidRDefault="002D49D6" w:rsidP="004709F0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4709F0" w:rsidRPr="00E711AB" w:rsidRDefault="004709F0" w:rsidP="004709F0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5D0FAAC1" wp14:editId="3D168C13">
            <wp:extent cx="4355465" cy="963295"/>
            <wp:effectExtent l="0" t="0" r="6985" b="8255"/>
            <wp:docPr id="23" name="Picture 2" descr="T:\Staff Only\Plantation Gardens project\Logo etc\Plantation Garden Project footer banner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" descr="T:\Staff Only\Plantation Gardens project\Logo etc\Plantation Garden Project footer banner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465" cy="96329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4709F0" w:rsidRPr="00E711AB" w:rsidSect="002D49D6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567"/>
    <w:rsid w:val="000D4982"/>
    <w:rsid w:val="002B50A0"/>
    <w:rsid w:val="002D49D6"/>
    <w:rsid w:val="003E18E0"/>
    <w:rsid w:val="004709F0"/>
    <w:rsid w:val="006478AC"/>
    <w:rsid w:val="006C74B1"/>
    <w:rsid w:val="007D597B"/>
    <w:rsid w:val="008B3C82"/>
    <w:rsid w:val="00925567"/>
    <w:rsid w:val="00A01DDD"/>
    <w:rsid w:val="00E62C3A"/>
    <w:rsid w:val="00E7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16AC22-7B18-4DBB-9EE4-E706F90D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9D0A9BBA.dotm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MrChambers</dc:creator>
  <cp:lastModifiedBy>Paul Disdle (SCI)</cp:lastModifiedBy>
  <cp:revision>3</cp:revision>
  <dcterms:created xsi:type="dcterms:W3CDTF">2016-09-15T09:29:00Z</dcterms:created>
  <dcterms:modified xsi:type="dcterms:W3CDTF">2016-09-15T09:41:00Z</dcterms:modified>
</cp:coreProperties>
</file>